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E03727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Pikeview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051302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E03727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E03727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54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E03727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196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E03727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54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E03727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27.6%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70.4%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27.8%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E03727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85.2%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E03727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3.7%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E03727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9.3%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E03727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1.9%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E03727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E03727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92.6%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E03727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1.9%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E03727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E03727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1.9%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E03727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E03727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3.7%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E03727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98.1%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96.3%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E03727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24.1%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14.8%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E03727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  <w:tc>
          <w:tcPr>
            <w:tcW w:w="912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20.4%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27.8%</w:t>
            </w:r>
          </w:p>
        </w:tc>
        <w:tc>
          <w:tcPr>
            <w:tcW w:w="912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29.6%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18.5%</w:t>
            </w:r>
          </w:p>
        </w:tc>
        <w:tc>
          <w:tcPr>
            <w:tcW w:w="912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20.4%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14.8%</w:t>
            </w:r>
          </w:p>
        </w:tc>
        <w:tc>
          <w:tcPr>
            <w:tcW w:w="912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14.8%</w:t>
            </w:r>
          </w:p>
        </w:tc>
        <w:tc>
          <w:tcPr>
            <w:tcW w:w="912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13.0%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7.4%</w:t>
            </w:r>
          </w:p>
        </w:tc>
        <w:tc>
          <w:tcPr>
            <w:tcW w:w="912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  <w:tc>
          <w:tcPr>
            <w:tcW w:w="912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7.4%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  <w:tc>
          <w:tcPr>
            <w:tcW w:w="912" w:type="pct"/>
          </w:tcPr>
          <w:p w:rsidR="00ED0933" w:rsidRPr="007646BD" w:rsidRDefault="00E03727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E0372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66.7%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E0372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16.7%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E0372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E0372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E0372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E0372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E0372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E03727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E037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87.0%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E0372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9.3%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E037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3.7%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E0372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79.6%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E0372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E0372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E0372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E0372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E037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E037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E037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E037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46.3%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E037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9.3%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440" w:type="dxa"/>
          </w:tcPr>
          <w:p w:rsidR="00ED0933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7.4%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E03727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440" w:type="dxa"/>
          </w:tcPr>
          <w:p w:rsidR="009B797D" w:rsidRPr="00797E2A" w:rsidRDefault="00E03727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16.7%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E0372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1.9%</w:t>
            </w:r>
          </w:p>
        </w:tc>
        <w:tc>
          <w:tcPr>
            <w:tcW w:w="1440" w:type="dxa"/>
          </w:tcPr>
          <w:p w:rsidR="008B42CE" w:rsidRPr="00797E2A" w:rsidRDefault="00E03727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5.6%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E037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440" w:type="dxa"/>
          </w:tcPr>
          <w:p w:rsidR="008B42CE" w:rsidRPr="00797E2A" w:rsidRDefault="00E037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51.9%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46.3%</w:t>
            </w:r>
          </w:p>
        </w:tc>
        <w:tc>
          <w:tcPr>
            <w:tcW w:w="1440" w:type="dxa"/>
          </w:tcPr>
          <w:p w:rsidR="00ED0933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18.5%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9.3%</w:t>
            </w:r>
          </w:p>
        </w:tc>
        <w:tc>
          <w:tcPr>
            <w:tcW w:w="889" w:type="pct"/>
          </w:tcPr>
          <w:p w:rsidR="004206F3" w:rsidRPr="000B28B6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90.7%</w:t>
            </w:r>
          </w:p>
        </w:tc>
        <w:tc>
          <w:tcPr>
            <w:tcW w:w="1011" w:type="pct"/>
          </w:tcPr>
          <w:p w:rsidR="004206F3" w:rsidRPr="000B28B6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9.3%</w:t>
            </w:r>
          </w:p>
        </w:tc>
        <w:tc>
          <w:tcPr>
            <w:tcW w:w="889" w:type="pct"/>
          </w:tcPr>
          <w:p w:rsidR="004206F3" w:rsidRPr="000B28B6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90.7%</w:t>
            </w:r>
          </w:p>
        </w:tc>
        <w:tc>
          <w:tcPr>
            <w:tcW w:w="1011" w:type="pct"/>
          </w:tcPr>
          <w:p w:rsidR="004206F3" w:rsidRPr="000B28B6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51.9%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46.3%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1.9%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lastRenderedPageBreak/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42.6%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37.0%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35.2%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35.2%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9.3%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1.9%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1.9%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1.9%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2250" w:type="dxa"/>
            <w:noWrap/>
          </w:tcPr>
          <w:p w:rsidR="004206F3" w:rsidRPr="00797E2A" w:rsidRDefault="00E03727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9.3%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20.4%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20.4%</w:t>
            </w:r>
          </w:p>
        </w:tc>
        <w:tc>
          <w:tcPr>
            <w:tcW w:w="1370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44.4%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370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9.3%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9.3%</w:t>
            </w:r>
          </w:p>
        </w:tc>
        <w:tc>
          <w:tcPr>
            <w:tcW w:w="1370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9.3%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370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13.0%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370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370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1.9%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1.9%</w:t>
            </w:r>
          </w:p>
        </w:tc>
        <w:tc>
          <w:tcPr>
            <w:tcW w:w="1370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1.9%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13.0%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31.5%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20.4%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24.1%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48.1%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35.2%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13.0%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31.5%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20.4%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31.5%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3.7%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9.3%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57.4%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59.3%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20.4%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E03727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24.1%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22.2%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3.7%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20.4%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14.8%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13.0%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9.3%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18.5%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9.3%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11.1%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3.7%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3.7%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5.6%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7.4%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14.8%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9.3%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7.4%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E03727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7.4%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13.0%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9.3%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48.1%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46.3%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37.0%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1.9%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61.1%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1.9%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13.0%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61.1%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13.0%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9.3%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24.1%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38.9%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9.3%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9.3%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24.1%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46.3%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13.0%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9.3%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70.4%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13.0%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11.1%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13.0%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24.1%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24.1%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13.0%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20.4%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24.1%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35.2%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13.0%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9.3%</w:t>
            </w:r>
          </w:p>
        </w:tc>
        <w:tc>
          <w:tcPr>
            <w:tcW w:w="126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14.8%</w:t>
            </w:r>
          </w:p>
        </w:tc>
        <w:tc>
          <w:tcPr>
            <w:tcW w:w="99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13.0%</w:t>
            </w:r>
          </w:p>
        </w:tc>
        <w:tc>
          <w:tcPr>
            <w:tcW w:w="1170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noWrap/>
          </w:tcPr>
          <w:p w:rsidR="00364F87" w:rsidRPr="00797E2A" w:rsidRDefault="00E03727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13.0%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25.9%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55.6%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40.7%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64.8%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75.9%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72.2%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31.5%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37.0%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70.4%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74.1%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61.1%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53.7%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11.1%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E03727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3.7%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727" w:rsidRDefault="00E03727" w:rsidP="0035328A">
      <w:pPr>
        <w:spacing w:after="0" w:line="240" w:lineRule="auto"/>
      </w:pPr>
      <w:r>
        <w:separator/>
      </w:r>
    </w:p>
  </w:endnote>
  <w:endnote w:type="continuationSeparator" w:id="0">
    <w:p w:rsidR="00E03727" w:rsidRDefault="00E0372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E03727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727" w:rsidRDefault="00E03727" w:rsidP="0035328A">
      <w:pPr>
        <w:spacing w:after="0" w:line="240" w:lineRule="auto"/>
      </w:pPr>
      <w:r>
        <w:separator/>
      </w:r>
    </w:p>
  </w:footnote>
  <w:footnote w:type="continuationSeparator" w:id="0">
    <w:p w:rsidR="00E03727" w:rsidRDefault="00E0372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727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03727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F6AD0724-D9A5-4147-8220-B84FEA8AD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7B732-28F4-4BAD-B570-68A1DC93D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4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